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47006A3E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25521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6B31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1F9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4887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0B4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32517"/>
    <w:rsid w:val="00341DCF"/>
    <w:rsid w:val="00357BC6"/>
    <w:rsid w:val="003956C6"/>
    <w:rsid w:val="003C6B5D"/>
    <w:rsid w:val="003E2822"/>
    <w:rsid w:val="00425521"/>
    <w:rsid w:val="00441430"/>
    <w:rsid w:val="00450F07"/>
    <w:rsid w:val="00453CD3"/>
    <w:rsid w:val="00460660"/>
    <w:rsid w:val="004732E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5D1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FE2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3C88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0565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4e4a6a96-f3e4-483d-987d-304999e1d57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2025-07-23T12:38:00Z</dcterms:created>
  <dcterms:modified xsi:type="dcterms:W3CDTF">2025-07-23T12:38:00Z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